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4B48">
        <w:rPr>
          <w:rFonts w:ascii="Corbel" w:hAnsi="Corbel"/>
          <w:i/>
          <w:smallCaps/>
          <w:sz w:val="24"/>
          <w:szCs w:val="24"/>
        </w:rPr>
        <w:t>202</w:t>
      </w:r>
      <w:r w:rsidR="00525CC3">
        <w:rPr>
          <w:rFonts w:ascii="Corbel" w:hAnsi="Corbel"/>
          <w:i/>
          <w:smallCaps/>
          <w:sz w:val="24"/>
          <w:szCs w:val="24"/>
        </w:rPr>
        <w:t>1</w:t>
      </w:r>
      <w:r w:rsidR="00C24B48">
        <w:rPr>
          <w:rFonts w:ascii="Corbel" w:hAnsi="Corbel"/>
          <w:i/>
          <w:smallCaps/>
          <w:sz w:val="24"/>
          <w:szCs w:val="24"/>
        </w:rPr>
        <w:t>-202</w:t>
      </w:r>
      <w:r w:rsidR="00525CC3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802C1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4B48">
        <w:rPr>
          <w:rFonts w:ascii="Corbel" w:hAnsi="Corbel"/>
          <w:sz w:val="20"/>
          <w:szCs w:val="20"/>
        </w:rPr>
        <w:t>202</w:t>
      </w:r>
      <w:r w:rsidR="00BE5219">
        <w:rPr>
          <w:rFonts w:ascii="Corbel" w:hAnsi="Corbel"/>
          <w:sz w:val="20"/>
          <w:szCs w:val="20"/>
        </w:rPr>
        <w:t>3</w:t>
      </w:r>
      <w:r w:rsidR="00C24B48">
        <w:rPr>
          <w:rFonts w:ascii="Corbel" w:hAnsi="Corbel"/>
          <w:sz w:val="20"/>
          <w:szCs w:val="20"/>
        </w:rPr>
        <w:t>/202</w:t>
      </w:r>
      <w:r w:rsidR="00BE521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B578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733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126E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578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13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366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74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16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43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23F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055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bookmarkStart w:id="0" w:name="_GoBack"/>
      <w:r w:rsidRPr="00F23FF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bookmarkEnd w:id="0"/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126E" w:rsidP="008F126E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</w:t>
            </w: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eka na poziomie szkoły średniej, psychologii rozwojowej, pedagogiki przedszkolnej i wcz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B01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137A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Wzbogacanie wiedzy na temat istoty umiejętności życiowych </w:t>
            </w:r>
            <w:r w:rsidR="000B019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zachowań prozdrowo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>
              <w:rPr>
                <w:rFonts w:ascii="Corbel" w:hAnsi="Corbel"/>
                <w:b w:val="0"/>
                <w:sz w:val="24"/>
                <w:szCs w:val="24"/>
              </w:rPr>
              <w:t>nych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923D7D">
        <w:tc>
          <w:tcPr>
            <w:tcW w:w="851" w:type="dxa"/>
            <w:vAlign w:val="center"/>
          </w:tcPr>
          <w:p w:rsidR="000B0199" w:rsidRPr="009C54AE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B0199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wieka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</w:t>
            </w:r>
            <w:r w:rsidR="002F411E">
              <w:rPr>
                <w:rFonts w:ascii="Corbel" w:hAnsi="Corbel"/>
                <w:b w:val="0"/>
                <w:sz w:val="24"/>
                <w:szCs w:val="24"/>
              </w:rPr>
              <w:t xml:space="preserve"> na te sytuacje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277CBE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277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7C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charakterystyki okresów rozwojowych człowieka</w:t>
            </w:r>
            <w:r w:rsidR="00633DDF">
              <w:rPr>
                <w:rFonts w:ascii="Corbel" w:hAnsi="Corbel"/>
                <w:b w:val="0"/>
                <w:smallCaps w:val="0"/>
                <w:szCs w:val="24"/>
              </w:rPr>
              <w:t>, wyjaśni pojęcie normy w ocenie rozwoju oraz przedstawi metody kontroli rozwoju biologicznego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33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9645D9" w:rsidRPr="009C54AE" w:rsidTr="005E6E85">
        <w:tc>
          <w:tcPr>
            <w:tcW w:w="1701" w:type="dxa"/>
          </w:tcPr>
          <w:p w:rsidR="009645D9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9645D9" w:rsidRPr="009C54AE" w:rsidRDefault="00633DDF" w:rsidP="00633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sposoby wspomagania dziecka lub ucznia w działaniach na rzecz zdrowia i niwelowania stanów zagraż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jących zdrowiu</w:t>
            </w:r>
          </w:p>
        </w:tc>
        <w:tc>
          <w:tcPr>
            <w:tcW w:w="1873" w:type="dxa"/>
          </w:tcPr>
          <w:p w:rsidR="009645D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8D469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8D4699" w:rsidRPr="009C54AE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D9" w:rsidRPr="009C54AE" w:rsidTr="008D4699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33DDF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sposoby reagowania  na rozpoznane,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9645D9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632FB" w:rsidP="0066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:rsidR="008D469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:rsidR="008D469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4079B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3339E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</w:t>
            </w:r>
            <w:r w:rsidRPr="0093339E">
              <w:rPr>
                <w:rFonts w:ascii="Corbel" w:hAnsi="Corbel"/>
                <w:sz w:val="24"/>
                <w:szCs w:val="24"/>
              </w:rPr>
              <w:t>i</w:t>
            </w:r>
            <w:r w:rsidRPr="0093339E">
              <w:rPr>
                <w:rFonts w:ascii="Corbel" w:hAnsi="Corbel"/>
                <w:sz w:val="24"/>
                <w:szCs w:val="24"/>
              </w:rPr>
              <w:t>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1E" w:rsidRDefault="0051371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</w:t>
            </w:r>
            <w:r w:rsidR="00A97DE8">
              <w:rPr>
                <w:rFonts w:ascii="Corbel" w:hAnsi="Corbel"/>
                <w:sz w:val="24"/>
                <w:szCs w:val="24"/>
              </w:rPr>
              <w:t>0</w:t>
            </w:r>
            <w:r w:rsidRPr="00603D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7CBE" w:rsidRDefault="00277C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83F51" w:rsidRDefault="0092413B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koncepcje zdrowia</w:t>
            </w:r>
            <w:r w:rsidR="00C83F51">
              <w:rPr>
                <w:rFonts w:ascii="Corbel" w:hAnsi="Corbel"/>
                <w:sz w:val="24"/>
                <w:szCs w:val="24"/>
              </w:rPr>
              <w:t xml:space="preserve"> – różne definicje pojęcia zdrowia.  </w:t>
            </w:r>
            <w:r w:rsidR="00C83F51" w:rsidRPr="00CE3DE0">
              <w:rPr>
                <w:rFonts w:ascii="Corbel" w:hAnsi="Corbel"/>
              </w:rPr>
              <w:t xml:space="preserve">Istota zdrowia i choroby.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2F411E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</w:t>
            </w:r>
            <w:r w:rsidR="00E07F7E">
              <w:rPr>
                <w:rFonts w:ascii="Corbel" w:hAnsi="Corbel"/>
                <w:sz w:val="24"/>
                <w:szCs w:val="24"/>
              </w:rPr>
              <w:t xml:space="preserve">Modele zdrowia.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 w:rsidRPr="00C83F51"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C83F51"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C6232" w:rsidRPr="009C54AE" w:rsidTr="00923D7D">
        <w:tc>
          <w:tcPr>
            <w:tcW w:w="9639" w:type="dxa"/>
          </w:tcPr>
          <w:p w:rsid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C6232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</w:t>
            </w:r>
            <w:r w:rsidRPr="00850979">
              <w:rPr>
                <w:rFonts w:ascii="Corbel" w:hAnsi="Corbel"/>
                <w:sz w:val="24"/>
                <w:szCs w:val="24"/>
              </w:rPr>
              <w:t>o</w:t>
            </w:r>
            <w:r w:rsidRPr="00850979">
              <w:rPr>
                <w:rFonts w:ascii="Corbel" w:hAnsi="Corbel"/>
                <w:sz w:val="24"/>
                <w:szCs w:val="24"/>
              </w:rPr>
              <w:t>wia. Metody oceny stanu odżywienia. Konstytucja i somatotyp.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 w:rsidRPr="00E22162"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 w:rsidRPr="00E22162">
              <w:rPr>
                <w:rFonts w:ascii="Corbel" w:hAnsi="Corbel"/>
                <w:sz w:val="24"/>
                <w:szCs w:val="24"/>
              </w:rPr>
              <w:t xml:space="preserve"> synaptyczne. Przykłady chorób związ</w:t>
            </w:r>
            <w:r w:rsidRPr="00E22162">
              <w:rPr>
                <w:rFonts w:ascii="Corbel" w:hAnsi="Corbel"/>
                <w:sz w:val="24"/>
                <w:szCs w:val="24"/>
              </w:rPr>
              <w:t>a</w:t>
            </w:r>
            <w:r w:rsidRPr="00E22162">
              <w:rPr>
                <w:rFonts w:ascii="Corbel" w:hAnsi="Corbel"/>
                <w:sz w:val="24"/>
                <w:szCs w:val="24"/>
              </w:rPr>
              <w:t>nych z układem.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</w:t>
            </w:r>
            <w:r w:rsidRPr="00E22162">
              <w:rPr>
                <w:rFonts w:ascii="Corbel" w:hAnsi="Corbel"/>
                <w:sz w:val="24"/>
                <w:szCs w:val="24"/>
              </w:rPr>
              <w:t>o</w:t>
            </w:r>
            <w:r w:rsidRPr="00E22162">
              <w:rPr>
                <w:rFonts w:ascii="Corbel" w:hAnsi="Corbel"/>
                <w:sz w:val="24"/>
                <w:szCs w:val="24"/>
              </w:rPr>
              <w:t>nowanie ustroju. Hormonalne sterowanie rozwojem. Przykłady chorób związanych z układem.</w:t>
            </w:r>
          </w:p>
        </w:tc>
      </w:tr>
      <w:tr w:rsidR="00E22162" w:rsidRPr="00E22162" w:rsidTr="00923D7D">
        <w:tc>
          <w:tcPr>
            <w:tcW w:w="9639" w:type="dxa"/>
          </w:tcPr>
          <w:p w:rsidR="00E22162" w:rsidRPr="00E22162" w:rsidRDefault="00E22162" w:rsidP="00873327">
            <w:pPr>
              <w:spacing w:after="0" w:line="240" w:lineRule="auto"/>
              <w:rPr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</w:t>
            </w:r>
            <w:r w:rsidRPr="00E22162">
              <w:rPr>
                <w:rFonts w:ascii="Corbel" w:hAnsi="Corbel"/>
                <w:sz w:val="24"/>
                <w:szCs w:val="24"/>
              </w:rPr>
              <w:t>j</w:t>
            </w:r>
            <w:r w:rsidRPr="00E22162">
              <w:rPr>
                <w:rFonts w:ascii="Corbel" w:hAnsi="Corbel"/>
                <w:sz w:val="24"/>
                <w:szCs w:val="24"/>
              </w:rPr>
              <w:t xml:space="preserve">ne i seksualne.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ciowych</w:t>
            </w:r>
            <w:r w:rsidR="00E22162">
              <w:rPr>
                <w:rFonts w:ascii="Corbel" w:hAnsi="Corbel"/>
                <w:sz w:val="24"/>
                <w:szCs w:val="24"/>
              </w:rPr>
              <w:t xml:space="preserve"> i zachowań prozdrowotnych. Budowanie zdrowego stylu życia.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 w:rsidR="005D69EE">
              <w:rPr>
                <w:rFonts w:ascii="Corbel" w:hAnsi="Corbel"/>
                <w:sz w:val="24"/>
                <w:szCs w:val="24"/>
              </w:rPr>
              <w:t>posturo</w:t>
            </w:r>
            <w:r w:rsidR="005D69EE" w:rsidRPr="00850979">
              <w:rPr>
                <w:rFonts w:ascii="Corbel" w:hAnsi="Corbel"/>
                <w:sz w:val="24"/>
                <w:szCs w:val="24"/>
              </w:rPr>
              <w:t>genezy</w:t>
            </w:r>
            <w:proofErr w:type="spellEnd"/>
            <w:r w:rsidRPr="00850979">
              <w:rPr>
                <w:rFonts w:ascii="Corbel" w:hAnsi="Corbel"/>
                <w:sz w:val="24"/>
                <w:szCs w:val="24"/>
              </w:rPr>
              <w:t>. Postawa ciała. Wady i metody oceny postawy ciała. Rozwój psychom</w:t>
            </w:r>
            <w:r w:rsidRPr="00850979">
              <w:rPr>
                <w:rFonts w:ascii="Corbel" w:hAnsi="Corbel"/>
                <w:sz w:val="24"/>
                <w:szCs w:val="24"/>
              </w:rPr>
              <w:t>o</w:t>
            </w:r>
            <w:r w:rsidRPr="00850979">
              <w:rPr>
                <w:rFonts w:ascii="Corbel" w:hAnsi="Corbel"/>
                <w:sz w:val="24"/>
                <w:szCs w:val="24"/>
              </w:rPr>
              <w:t>toryczny. Wpływ aktywności ruchowej na rozwój fizyczny człowieka.</w:t>
            </w:r>
          </w:p>
        </w:tc>
      </w:tr>
      <w:tr w:rsidR="0085747A" w:rsidRPr="009C54AE" w:rsidTr="00923D7D">
        <w:tc>
          <w:tcPr>
            <w:tcW w:w="9639" w:type="dxa"/>
          </w:tcPr>
          <w:p w:rsidR="00850979" w:rsidRPr="0027385D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85747A" w:rsidRPr="0027385D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7385D" w:rsidRDefault="002738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27385D" w:rsidRDefault="0027385D" w:rsidP="002F4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850979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79" w:rsidRPr="009C54AE" w:rsidRDefault="00E07F7E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prezentacja multimedialna,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opracowanie prezentacji multim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dialnych, kolokwium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Kolokwium, 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137A0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4079B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C54AE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F52795" w:rsidRDefault="00F5279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22313" w:rsidRPr="0008564D" w:rsidRDefault="007F5756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W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ykłady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– obecność na wykładach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, ćwiczenia obecność i aktywność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. Dopuszczalna jedna ni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e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ż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 xml:space="preserve">na choroba) konsultowane z prowadzącym, a treści programowe z zaległych ćwiczeń 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i wykł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a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 xml:space="preserve">dów 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zaliczane na konsultacjach.</w:t>
            </w:r>
          </w:p>
          <w:p w:rsidR="00522313" w:rsidRPr="0008564D" w:rsidRDefault="008C2897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522313" w:rsidRPr="0008564D" w:rsidRDefault="00522313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</w:t>
            </w:r>
            <w:r w:rsidRPr="0008564D">
              <w:rPr>
                <w:rFonts w:ascii="Corbel" w:hAnsi="Corbel"/>
                <w:sz w:val="24"/>
                <w:szCs w:val="24"/>
              </w:rPr>
              <w:t>d</w:t>
            </w:r>
            <w:r w:rsidRPr="0008564D">
              <w:rPr>
                <w:rFonts w:ascii="Corbel" w:hAnsi="Corbel"/>
                <w:sz w:val="24"/>
                <w:szCs w:val="24"/>
              </w:rPr>
              <w:t>nienia, stopień zrozumienia tematu, logiczna konstrukcja, poprawność rzeczowa i językowa</w:t>
            </w:r>
          </w:p>
          <w:p w:rsidR="008C2897" w:rsidRPr="0008564D" w:rsidRDefault="008C2897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08564D">
              <w:rPr>
                <w:rFonts w:ascii="Corbel" w:hAnsi="Corbel"/>
                <w:sz w:val="24"/>
                <w:szCs w:val="24"/>
              </w:rPr>
              <w:t>a</w:t>
            </w:r>
            <w:r w:rsidRPr="0008564D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522313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Ocena końcowa stanowi średnią z ocen za przygotowanie prezentacji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, projektów ćwiczeń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oraz z 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 xml:space="preserve">aktywności podczas zajęć i z </w:t>
            </w:r>
            <w:r w:rsidRPr="0008564D">
              <w:rPr>
                <w:rFonts w:ascii="Corbel" w:hAnsi="Corbel"/>
                <w:sz w:val="24"/>
                <w:szCs w:val="24"/>
              </w:rPr>
              <w:t>kolokwi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um</w:t>
            </w:r>
            <w:r w:rsidRPr="000856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343A59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zajęć, </w:t>
            </w:r>
          </w:p>
          <w:p w:rsidR="00C61DC5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343A59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343A59" w:rsidRPr="009C54AE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zestawów ćwiczeń proek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logicznych i prozdrowotnych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A08CB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Doleżych B., Łaszczyca P., Biomedyczne podstawy rozwoju z eleme</w:t>
            </w:r>
            <w:r w:rsidRPr="0051371E">
              <w:rPr>
                <w:rFonts w:ascii="Corbel" w:hAnsi="Corbel"/>
                <w:sz w:val="24"/>
                <w:szCs w:val="24"/>
              </w:rPr>
              <w:t>n</w:t>
            </w:r>
            <w:r w:rsidRPr="0051371E">
              <w:rPr>
                <w:rFonts w:ascii="Corbel" w:hAnsi="Corbel"/>
                <w:sz w:val="24"/>
                <w:szCs w:val="24"/>
              </w:rPr>
              <w:t>tami higieny szkolnej, Wyd. Adam Marszałek, Toruń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Biologiczne i medyczne podstawy rozwoju i wych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wania</w:t>
            </w:r>
            <w:r w:rsidRPr="0051371E">
              <w:rPr>
                <w:rFonts w:ascii="Corbel" w:hAnsi="Corbel"/>
                <w:sz w:val="24"/>
                <w:szCs w:val="24"/>
              </w:rPr>
              <w:t>, Wydawnictwo Akademickie „Żak”, Warszawa 2001.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Malinowski A., Auksologia,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Rozwój biologiczny człowieka w ujęciu biom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 xml:space="preserve">dycznym, 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Wyd. UZ, Zielona Góra 2004. 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371E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51371E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680962" w:rsidRPr="0024079B" w:rsidRDefault="00680962" w:rsidP="0087332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szCs w:val="24"/>
              </w:rPr>
              <w:t xml:space="preserve">Woynarowska B., </w:t>
            </w:r>
            <w:r w:rsidRPr="0024079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zdrowotna. Podręcznik akademicki, </w:t>
            </w:r>
            <w:r w:rsidRPr="0024079B">
              <w:rPr>
                <w:rFonts w:ascii="Corbel" w:hAnsi="Corbel"/>
                <w:b w:val="0"/>
                <w:smallCaps w:val="0"/>
                <w:szCs w:val="24"/>
              </w:rPr>
              <w:t>PWN, Warszawa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dyczne podstawy kształcenia i wychowania,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PWN, Warszawa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83325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3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Gołąb B., Podstawy anatomii człowieka, PZWL, Warszawa 2000.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Wolański N., Rozwój biologiczny człowieka, PWN, Warszawa 2005.</w:t>
            </w:r>
          </w:p>
          <w:p w:rsidR="00EA4DF8" w:rsidRPr="0024079B" w:rsidRDefault="00EA4DF8" w:rsidP="00873327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2407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EA4DF8" w:rsidRPr="00E83325" w:rsidRDefault="00EA4DF8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</w:pP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Terlecka M.K. (red.), </w:t>
            </w:r>
            <w:r w:rsidRPr="0051371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Edukacja ekologiczna. Wybrane problemy, 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Wyda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nictwo </w:t>
            </w:r>
            <w:proofErr w:type="spellStart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Armagraf</w:t>
            </w:r>
            <w:proofErr w:type="spellEnd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, Krosno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4B43" w:rsidRPr="0008564D" w:rsidRDefault="0085747A" w:rsidP="000856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4B43" w:rsidRPr="000856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51F" w:rsidRDefault="0025251F" w:rsidP="00C16ABF">
      <w:pPr>
        <w:spacing w:after="0" w:line="240" w:lineRule="auto"/>
      </w:pPr>
      <w:r>
        <w:separator/>
      </w:r>
    </w:p>
  </w:endnote>
  <w:endnote w:type="continuationSeparator" w:id="0">
    <w:p w:rsidR="0025251F" w:rsidRDefault="002525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51F" w:rsidRDefault="0025251F" w:rsidP="00C16ABF">
      <w:pPr>
        <w:spacing w:after="0" w:line="240" w:lineRule="auto"/>
      </w:pPr>
      <w:r>
        <w:separator/>
      </w:r>
    </w:p>
  </w:footnote>
  <w:footnote w:type="continuationSeparator" w:id="0">
    <w:p w:rsidR="0025251F" w:rsidRDefault="0025251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5A6C"/>
    <w:multiLevelType w:val="hybridMultilevel"/>
    <w:tmpl w:val="3BEC4D0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976BF"/>
    <w:multiLevelType w:val="hybridMultilevel"/>
    <w:tmpl w:val="99CEE5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A95"/>
    <w:rsid w:val="00042A51"/>
    <w:rsid w:val="00042D2E"/>
    <w:rsid w:val="00044C82"/>
    <w:rsid w:val="00070ED6"/>
    <w:rsid w:val="000742DC"/>
    <w:rsid w:val="00084C12"/>
    <w:rsid w:val="0008564D"/>
    <w:rsid w:val="0009462C"/>
    <w:rsid w:val="00094B12"/>
    <w:rsid w:val="00096C46"/>
    <w:rsid w:val="000A296F"/>
    <w:rsid w:val="000A2A28"/>
    <w:rsid w:val="000B0199"/>
    <w:rsid w:val="000B192D"/>
    <w:rsid w:val="000B28EE"/>
    <w:rsid w:val="000B366F"/>
    <w:rsid w:val="000B3E37"/>
    <w:rsid w:val="000D04B0"/>
    <w:rsid w:val="000F1C57"/>
    <w:rsid w:val="000F3C4D"/>
    <w:rsid w:val="000F5615"/>
    <w:rsid w:val="00124566"/>
    <w:rsid w:val="00124BFF"/>
    <w:rsid w:val="0012560E"/>
    <w:rsid w:val="00127108"/>
    <w:rsid w:val="00134B13"/>
    <w:rsid w:val="00137A06"/>
    <w:rsid w:val="00144504"/>
    <w:rsid w:val="00146BC0"/>
    <w:rsid w:val="00153C41"/>
    <w:rsid w:val="00154381"/>
    <w:rsid w:val="001640A7"/>
    <w:rsid w:val="00164FA7"/>
    <w:rsid w:val="00166A03"/>
    <w:rsid w:val="001718A7"/>
    <w:rsid w:val="001737CF"/>
    <w:rsid w:val="001743CE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3BC"/>
    <w:rsid w:val="0022477D"/>
    <w:rsid w:val="002278A9"/>
    <w:rsid w:val="002336F9"/>
    <w:rsid w:val="0024028F"/>
    <w:rsid w:val="0024079B"/>
    <w:rsid w:val="00244ABC"/>
    <w:rsid w:val="0025251F"/>
    <w:rsid w:val="0027385D"/>
    <w:rsid w:val="00277CBE"/>
    <w:rsid w:val="00281FF2"/>
    <w:rsid w:val="002857DE"/>
    <w:rsid w:val="00291567"/>
    <w:rsid w:val="002A22BF"/>
    <w:rsid w:val="002A2389"/>
    <w:rsid w:val="002A671D"/>
    <w:rsid w:val="002A74A3"/>
    <w:rsid w:val="002B4D55"/>
    <w:rsid w:val="002B5EA0"/>
    <w:rsid w:val="002B6119"/>
    <w:rsid w:val="002B69B2"/>
    <w:rsid w:val="002C1F06"/>
    <w:rsid w:val="002D3375"/>
    <w:rsid w:val="002D73D4"/>
    <w:rsid w:val="002F02A3"/>
    <w:rsid w:val="002F411E"/>
    <w:rsid w:val="002F4ABE"/>
    <w:rsid w:val="003018BA"/>
    <w:rsid w:val="0030395F"/>
    <w:rsid w:val="00305C92"/>
    <w:rsid w:val="003151C5"/>
    <w:rsid w:val="00331B6F"/>
    <w:rsid w:val="003343CF"/>
    <w:rsid w:val="00343A5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71E"/>
    <w:rsid w:val="00513B6F"/>
    <w:rsid w:val="00517C63"/>
    <w:rsid w:val="00522313"/>
    <w:rsid w:val="00525CC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55E5"/>
    <w:rsid w:val="005C6826"/>
    <w:rsid w:val="005C696A"/>
    <w:rsid w:val="005D69EE"/>
    <w:rsid w:val="005E6E85"/>
    <w:rsid w:val="005F31D2"/>
    <w:rsid w:val="0061029B"/>
    <w:rsid w:val="00617230"/>
    <w:rsid w:val="00620AF1"/>
    <w:rsid w:val="00621CE1"/>
    <w:rsid w:val="0062483F"/>
    <w:rsid w:val="00627FC9"/>
    <w:rsid w:val="00633DDF"/>
    <w:rsid w:val="00647FA8"/>
    <w:rsid w:val="00650C5F"/>
    <w:rsid w:val="00654934"/>
    <w:rsid w:val="006620D9"/>
    <w:rsid w:val="006632FB"/>
    <w:rsid w:val="00671958"/>
    <w:rsid w:val="00675843"/>
    <w:rsid w:val="00680962"/>
    <w:rsid w:val="00690128"/>
    <w:rsid w:val="00696477"/>
    <w:rsid w:val="006B202C"/>
    <w:rsid w:val="006D050F"/>
    <w:rsid w:val="006D6139"/>
    <w:rsid w:val="006E5D65"/>
    <w:rsid w:val="006F1282"/>
    <w:rsid w:val="006F1FBC"/>
    <w:rsid w:val="006F31E2"/>
    <w:rsid w:val="00706544"/>
    <w:rsid w:val="007072BA"/>
    <w:rsid w:val="00712F0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756"/>
    <w:rsid w:val="00810BB5"/>
    <w:rsid w:val="0081554D"/>
    <w:rsid w:val="0081707E"/>
    <w:rsid w:val="0082718D"/>
    <w:rsid w:val="008449B3"/>
    <w:rsid w:val="00850979"/>
    <w:rsid w:val="0085747A"/>
    <w:rsid w:val="00873327"/>
    <w:rsid w:val="00884922"/>
    <w:rsid w:val="00885F64"/>
    <w:rsid w:val="008917F9"/>
    <w:rsid w:val="008A45F7"/>
    <w:rsid w:val="008B4B43"/>
    <w:rsid w:val="008C0CC0"/>
    <w:rsid w:val="008C19A9"/>
    <w:rsid w:val="008C1C63"/>
    <w:rsid w:val="008C2897"/>
    <w:rsid w:val="008C379D"/>
    <w:rsid w:val="008C5147"/>
    <w:rsid w:val="008C5359"/>
    <w:rsid w:val="008C5363"/>
    <w:rsid w:val="008D3DFB"/>
    <w:rsid w:val="008D4699"/>
    <w:rsid w:val="008E64F4"/>
    <w:rsid w:val="008F126E"/>
    <w:rsid w:val="008F12C9"/>
    <w:rsid w:val="008F6E29"/>
    <w:rsid w:val="00916188"/>
    <w:rsid w:val="00923D7D"/>
    <w:rsid w:val="0092413B"/>
    <w:rsid w:val="009508DF"/>
    <w:rsid w:val="00950DAC"/>
    <w:rsid w:val="00954A07"/>
    <w:rsid w:val="009645D9"/>
    <w:rsid w:val="00992C42"/>
    <w:rsid w:val="00997F14"/>
    <w:rsid w:val="009A78D9"/>
    <w:rsid w:val="009A799D"/>
    <w:rsid w:val="009C1331"/>
    <w:rsid w:val="009C37F5"/>
    <w:rsid w:val="009C3E31"/>
    <w:rsid w:val="009C54AE"/>
    <w:rsid w:val="009C6232"/>
    <w:rsid w:val="009C788E"/>
    <w:rsid w:val="009E3B41"/>
    <w:rsid w:val="009F3C5C"/>
    <w:rsid w:val="009F4610"/>
    <w:rsid w:val="00A00ECC"/>
    <w:rsid w:val="00A035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DE8"/>
    <w:rsid w:val="00AB053C"/>
    <w:rsid w:val="00AC768C"/>
    <w:rsid w:val="00AD1146"/>
    <w:rsid w:val="00AD27D3"/>
    <w:rsid w:val="00AD66D6"/>
    <w:rsid w:val="00AE1160"/>
    <w:rsid w:val="00AE203C"/>
    <w:rsid w:val="00AE2E74"/>
    <w:rsid w:val="00AE5FCB"/>
    <w:rsid w:val="00AF2C1E"/>
    <w:rsid w:val="00AF62BE"/>
    <w:rsid w:val="00B06142"/>
    <w:rsid w:val="00B135B1"/>
    <w:rsid w:val="00B3130B"/>
    <w:rsid w:val="00B40ADB"/>
    <w:rsid w:val="00B43B77"/>
    <w:rsid w:val="00B43E80"/>
    <w:rsid w:val="00B57836"/>
    <w:rsid w:val="00B607DB"/>
    <w:rsid w:val="00B66529"/>
    <w:rsid w:val="00B75946"/>
    <w:rsid w:val="00B8056E"/>
    <w:rsid w:val="00B819C8"/>
    <w:rsid w:val="00B82308"/>
    <w:rsid w:val="00B90885"/>
    <w:rsid w:val="00B9620A"/>
    <w:rsid w:val="00BB520A"/>
    <w:rsid w:val="00BD3869"/>
    <w:rsid w:val="00BD66E9"/>
    <w:rsid w:val="00BD6FF4"/>
    <w:rsid w:val="00BE5219"/>
    <w:rsid w:val="00BF2C41"/>
    <w:rsid w:val="00C058B4"/>
    <w:rsid w:val="00C05F44"/>
    <w:rsid w:val="00C131B5"/>
    <w:rsid w:val="00C16ABF"/>
    <w:rsid w:val="00C170AE"/>
    <w:rsid w:val="00C24B48"/>
    <w:rsid w:val="00C26CB7"/>
    <w:rsid w:val="00C324C1"/>
    <w:rsid w:val="00C339A5"/>
    <w:rsid w:val="00C36992"/>
    <w:rsid w:val="00C43F6A"/>
    <w:rsid w:val="00C56036"/>
    <w:rsid w:val="00C61640"/>
    <w:rsid w:val="00C61DC5"/>
    <w:rsid w:val="00C67E92"/>
    <w:rsid w:val="00C70A26"/>
    <w:rsid w:val="00C74C03"/>
    <w:rsid w:val="00C766DF"/>
    <w:rsid w:val="00C83F51"/>
    <w:rsid w:val="00C94B98"/>
    <w:rsid w:val="00CA2B96"/>
    <w:rsid w:val="00CA3629"/>
    <w:rsid w:val="00CA5089"/>
    <w:rsid w:val="00CB42CB"/>
    <w:rsid w:val="00CD3A93"/>
    <w:rsid w:val="00CD6897"/>
    <w:rsid w:val="00CE5BAC"/>
    <w:rsid w:val="00CE5C39"/>
    <w:rsid w:val="00CF17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45"/>
    <w:rsid w:val="00D552B2"/>
    <w:rsid w:val="00D608D1"/>
    <w:rsid w:val="00D74119"/>
    <w:rsid w:val="00D8075B"/>
    <w:rsid w:val="00D81CD0"/>
    <w:rsid w:val="00D8678B"/>
    <w:rsid w:val="00DA2114"/>
    <w:rsid w:val="00DB5B57"/>
    <w:rsid w:val="00DD4C92"/>
    <w:rsid w:val="00DE09C0"/>
    <w:rsid w:val="00DE4A14"/>
    <w:rsid w:val="00DF320D"/>
    <w:rsid w:val="00DF71C8"/>
    <w:rsid w:val="00E07F7E"/>
    <w:rsid w:val="00E129B8"/>
    <w:rsid w:val="00E21E7D"/>
    <w:rsid w:val="00E22162"/>
    <w:rsid w:val="00E22FBC"/>
    <w:rsid w:val="00E24BF5"/>
    <w:rsid w:val="00E25338"/>
    <w:rsid w:val="00E50554"/>
    <w:rsid w:val="00E51E44"/>
    <w:rsid w:val="00E63348"/>
    <w:rsid w:val="00E77E88"/>
    <w:rsid w:val="00E8107D"/>
    <w:rsid w:val="00E83325"/>
    <w:rsid w:val="00E83B6D"/>
    <w:rsid w:val="00E841C4"/>
    <w:rsid w:val="00E960BB"/>
    <w:rsid w:val="00EA08CB"/>
    <w:rsid w:val="00EA2074"/>
    <w:rsid w:val="00EA4832"/>
    <w:rsid w:val="00EA4DF8"/>
    <w:rsid w:val="00EA4E9D"/>
    <w:rsid w:val="00EC4899"/>
    <w:rsid w:val="00ED03AB"/>
    <w:rsid w:val="00ED2BB2"/>
    <w:rsid w:val="00ED32D2"/>
    <w:rsid w:val="00EE32DE"/>
    <w:rsid w:val="00EE5457"/>
    <w:rsid w:val="00F070AB"/>
    <w:rsid w:val="00F17567"/>
    <w:rsid w:val="00F23FFA"/>
    <w:rsid w:val="00F27A7B"/>
    <w:rsid w:val="00F42587"/>
    <w:rsid w:val="00F526AF"/>
    <w:rsid w:val="00F52795"/>
    <w:rsid w:val="00F54AE3"/>
    <w:rsid w:val="00F617C3"/>
    <w:rsid w:val="00F7066B"/>
    <w:rsid w:val="00F83B28"/>
    <w:rsid w:val="00FA46E5"/>
    <w:rsid w:val="00FA50B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C5CD7-D731-4A2F-90F7-4B725447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2019-11-04T17:09:00Z</dcterms:created>
  <dcterms:modified xsi:type="dcterms:W3CDTF">2021-09-28T06:50:00Z</dcterms:modified>
</cp:coreProperties>
</file>